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20070D8-BA3B-4189-8ED9-5DCC10E23F78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